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56" w:rsidRPr="003075F1" w:rsidRDefault="00533156" w:rsidP="003075F1">
      <w:pPr>
        <w:shd w:val="clear" w:color="auto" w:fill="FFFFFF"/>
        <w:spacing w:before="15" w:after="15" w:line="240" w:lineRule="auto"/>
        <w:outlineLvl w:val="0"/>
        <w:rPr>
          <w:rFonts w:ascii="Verdana" w:hAnsi="Verdana"/>
          <w:color w:val="FF5A00"/>
          <w:kern w:val="36"/>
          <w:sz w:val="34"/>
          <w:szCs w:val="34"/>
          <w:lang w:eastAsia="ru-RU"/>
        </w:rPr>
      </w:pPr>
      <w:r w:rsidRPr="003075F1">
        <w:rPr>
          <w:rFonts w:ascii="Verdana" w:hAnsi="Verdana"/>
          <w:color w:val="FF5A00"/>
          <w:kern w:val="36"/>
          <w:sz w:val="34"/>
          <w:szCs w:val="34"/>
          <w:lang w:eastAsia="ru-RU"/>
        </w:rPr>
        <w:t>Сценарий праздника День матери в начальной школе «Маму очень я люблю, маме песню я спою»</w:t>
      </w:r>
    </w:p>
    <w:p w:rsidR="00533156" w:rsidRPr="003075F1" w:rsidRDefault="00533156" w:rsidP="003075F1">
      <w:pPr>
        <w:shd w:val="clear" w:color="auto" w:fill="FFFFFF"/>
        <w:spacing w:line="240" w:lineRule="auto"/>
        <w:rPr>
          <w:rFonts w:ascii="Verdana" w:hAnsi="Verdana"/>
          <w:color w:val="000000"/>
          <w:sz w:val="20"/>
          <w:szCs w:val="20"/>
          <w:lang w:eastAsia="ru-RU"/>
        </w:rPr>
      </w:pPr>
      <w:r w:rsidRPr="003075F1">
        <w:rPr>
          <w:rFonts w:ascii="Verdana" w:hAnsi="Verdana"/>
          <w:color w:val="000000"/>
          <w:sz w:val="20"/>
          <w:szCs w:val="20"/>
          <w:lang w:eastAsia="ru-RU"/>
        </w:rPr>
        <w:t>День матери — превосходный, трогательный, наполненный нежностью праздник. Подготовка к этому мероприятию требует времени, но теплота чувств и искренность эмоций того стоит. Для того чтобы праздник был удачным, нужно позаботиться не только об оформлении, но и сценарии. Этот вариант праздничного концерта, прекрасно подойдет для учащихся 3-4 класса.</w:t>
      </w:r>
    </w:p>
    <w:p w:rsidR="00533156" w:rsidRDefault="00533156" w:rsidP="003075F1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000000"/>
          <w:lang w:eastAsia="ru-RU"/>
        </w:rPr>
      </w:pPr>
      <w:r w:rsidRPr="003075F1">
        <w:rPr>
          <w:rFonts w:ascii="Verdana" w:hAnsi="Verdana"/>
          <w:color w:val="000000"/>
          <w:lang w:eastAsia="ru-RU"/>
        </w:rPr>
        <w:t>День матери лучше проводить в актовом зале, предварительно украшенном цветами, лентами, шарами.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b/>
          <w:bCs/>
          <w:color w:val="000055"/>
          <w:lang w:eastAsia="ru-RU"/>
        </w:rPr>
        <w:t>Реквизит</w:t>
      </w:r>
      <w:r w:rsidRPr="003075F1">
        <w:rPr>
          <w:rFonts w:ascii="Verdana" w:hAnsi="Verdana"/>
          <w:color w:val="000000"/>
          <w:lang w:eastAsia="ru-RU"/>
        </w:rPr>
        <w:t>: медали для мам (лучше чтоб дети сделали их сами) и цветы.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b/>
          <w:bCs/>
          <w:color w:val="000055"/>
          <w:lang w:eastAsia="ru-RU"/>
        </w:rPr>
        <w:br/>
        <w:t>Действующие лица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Дети, Ведущий и Ведущая (выпускники).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На сцене появляются ведущие.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День особенный мы отмечаем,</w:t>
      </w:r>
      <w:r w:rsidRPr="003075F1">
        <w:rPr>
          <w:rFonts w:ascii="Verdana" w:hAnsi="Verdana"/>
          <w:color w:val="000000"/>
          <w:lang w:eastAsia="ru-RU"/>
        </w:rPr>
        <w:br/>
        <w:t>И всех мам мы сейчас поздравляем,</w:t>
      </w:r>
      <w:r w:rsidRPr="003075F1">
        <w:rPr>
          <w:rFonts w:ascii="Verdana" w:hAnsi="Verdana"/>
          <w:color w:val="000000"/>
          <w:lang w:eastAsia="ru-RU"/>
        </w:rPr>
        <w:br/>
        <w:t>Всем желаем любви, красоты,</w:t>
      </w:r>
      <w:r w:rsidRPr="003075F1">
        <w:rPr>
          <w:rFonts w:ascii="Verdana" w:hAnsi="Verdana"/>
          <w:color w:val="000000"/>
          <w:lang w:eastAsia="ru-RU"/>
        </w:rPr>
        <w:br/>
        <w:t>Чтобы близкие вас берегли!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Чтоб не знали вы горя, тоски,</w:t>
      </w:r>
      <w:r w:rsidRPr="003075F1">
        <w:rPr>
          <w:rFonts w:ascii="Verdana" w:hAnsi="Verdana"/>
          <w:color w:val="000000"/>
          <w:lang w:eastAsia="ru-RU"/>
        </w:rPr>
        <w:br/>
        <w:t>Чтобы все оживали мечты,</w:t>
      </w:r>
      <w:r w:rsidRPr="003075F1">
        <w:rPr>
          <w:rFonts w:ascii="Verdana" w:hAnsi="Verdana"/>
          <w:color w:val="000000"/>
          <w:lang w:eastAsia="ru-RU"/>
        </w:rPr>
        <w:br/>
        <w:t>Чтобы были красивее всех,</w:t>
      </w:r>
      <w:r w:rsidRPr="003075F1">
        <w:rPr>
          <w:rFonts w:ascii="Verdana" w:hAnsi="Verdana"/>
          <w:color w:val="000000"/>
          <w:lang w:eastAsia="ru-RU"/>
        </w:rPr>
        <w:br/>
        <w:t>И звучал всегда звонко ваш смех!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Дорогие женщины, сегодня вы собрались здесь не зря, ведь (название класса) приготовил для вас сюрприз. Пока ребята готовятся, я от всей души хочу поздравить вас с Днем матери. Вы удивительны, вы восхитительны и бесподобны, ведь вы не только подарили жизнь и воспитание, но укутали своей любовью и заботой.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Вы стали тем самым светом, лучом надежды, направляющим на верный путь. Я от всей души хочу пожелать вам крепкого здоровья, безграничного счастья и удивлений.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Первыми на сцену приглашаем,</w:t>
      </w:r>
      <w:r w:rsidRPr="003075F1">
        <w:rPr>
          <w:rFonts w:ascii="Verdana" w:hAnsi="Verdana"/>
          <w:color w:val="000000"/>
          <w:lang w:eastAsia="ru-RU"/>
        </w:rPr>
        <w:br/>
        <w:t>Мы сынишек ваших озорных,</w:t>
      </w:r>
      <w:r w:rsidRPr="003075F1">
        <w:rPr>
          <w:rFonts w:ascii="Verdana" w:hAnsi="Verdana"/>
          <w:color w:val="000000"/>
          <w:lang w:eastAsia="ru-RU"/>
        </w:rPr>
        <w:br/>
        <w:t>Вам споют они сегодня,</w:t>
      </w:r>
      <w:r w:rsidRPr="003075F1">
        <w:rPr>
          <w:rFonts w:ascii="Verdana" w:hAnsi="Verdana"/>
          <w:color w:val="000000"/>
          <w:lang w:eastAsia="ru-RU"/>
        </w:rPr>
        <w:br/>
        <w:t>Несколько куплетов от души!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(Выходят 3-4 мальчика и поют переделанную песню на мотив «Здравствуйте мамы»)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b/>
          <w:bCs/>
          <w:color w:val="000055"/>
          <w:lang w:eastAsia="ru-RU"/>
        </w:rPr>
        <w:t>Вариант переделки. 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Куплет:</w:t>
      </w:r>
      <w:r w:rsidRPr="003075F1">
        <w:rPr>
          <w:rFonts w:ascii="Verdana" w:hAnsi="Verdana"/>
          <w:color w:val="000000"/>
          <w:lang w:eastAsia="ru-RU"/>
        </w:rPr>
        <w:br/>
        <w:t>Здравствуйте, здравствуйте, здравствуйте,</w:t>
      </w:r>
      <w:r w:rsidRPr="003075F1">
        <w:rPr>
          <w:rFonts w:ascii="Verdana" w:hAnsi="Verdana"/>
          <w:color w:val="000000"/>
          <w:lang w:eastAsia="ru-RU"/>
        </w:rPr>
        <w:br/>
        <w:t>Мамочки наши, ура!</w:t>
      </w:r>
      <w:r w:rsidRPr="003075F1">
        <w:rPr>
          <w:rFonts w:ascii="Verdana" w:hAnsi="Verdana"/>
          <w:color w:val="000000"/>
          <w:lang w:eastAsia="ru-RU"/>
        </w:rPr>
        <w:br/>
        <w:t>Будьте всегда лучезарными,</w:t>
      </w:r>
      <w:r w:rsidRPr="003075F1">
        <w:rPr>
          <w:rFonts w:ascii="Verdana" w:hAnsi="Verdana"/>
          <w:color w:val="000000"/>
          <w:lang w:eastAsia="ru-RU"/>
        </w:rPr>
        <w:br/>
        <w:t>Будьте вы рядом всегда!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Припев:</w:t>
      </w:r>
      <w:r w:rsidRPr="003075F1">
        <w:rPr>
          <w:rFonts w:ascii="Verdana" w:hAnsi="Verdana"/>
          <w:color w:val="000000"/>
          <w:lang w:eastAsia="ru-RU"/>
        </w:rPr>
        <w:br/>
        <w:t>Говорим спасибо мы, родные вам,</w:t>
      </w:r>
      <w:r w:rsidRPr="003075F1">
        <w:rPr>
          <w:rFonts w:ascii="Verdana" w:hAnsi="Verdana"/>
          <w:color w:val="000000"/>
          <w:lang w:eastAsia="ru-RU"/>
        </w:rPr>
        <w:br/>
        <w:t>Ведь планета славится, красотою мам,</w:t>
      </w:r>
      <w:r w:rsidRPr="003075F1">
        <w:rPr>
          <w:rFonts w:ascii="Verdana" w:hAnsi="Verdana"/>
          <w:color w:val="000000"/>
          <w:lang w:eastAsia="ru-RU"/>
        </w:rPr>
        <w:br/>
        <w:t>С вами мы летаем, мы едим и спим,</w:t>
      </w:r>
      <w:r w:rsidRPr="003075F1">
        <w:rPr>
          <w:rFonts w:ascii="Verdana" w:hAnsi="Verdana"/>
          <w:color w:val="000000"/>
          <w:lang w:eastAsia="ru-RU"/>
        </w:rPr>
        <w:br/>
        <w:t>Вас за это мы «спасибо» говорим!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Куплет:</w:t>
      </w:r>
      <w:r w:rsidRPr="003075F1">
        <w:rPr>
          <w:rFonts w:ascii="Verdana" w:hAnsi="Verdana"/>
          <w:color w:val="000000"/>
          <w:lang w:eastAsia="ru-RU"/>
        </w:rPr>
        <w:br/>
        <w:t>Слушайте, слушайте, слушайте!</w:t>
      </w:r>
      <w:r w:rsidRPr="003075F1">
        <w:rPr>
          <w:rFonts w:ascii="Verdana" w:hAnsi="Verdana"/>
          <w:color w:val="000000"/>
          <w:lang w:eastAsia="ru-RU"/>
        </w:rPr>
        <w:br/>
        <w:t>Ведь песня сегодня для вас,</w:t>
      </w:r>
      <w:r w:rsidRPr="003075F1">
        <w:rPr>
          <w:rFonts w:ascii="Verdana" w:hAnsi="Verdana"/>
          <w:color w:val="000000"/>
          <w:lang w:eastAsia="ru-RU"/>
        </w:rPr>
        <w:br/>
        <w:t>Вы мудрые, добрые, лучшие,</w:t>
      </w:r>
      <w:r w:rsidRPr="003075F1">
        <w:rPr>
          <w:rFonts w:ascii="Verdana" w:hAnsi="Verdana"/>
          <w:color w:val="000000"/>
          <w:lang w:eastAsia="ru-RU"/>
        </w:rPr>
        <w:br/>
        <w:t>Согреты теплом ваших глаз!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Припев:</w:t>
      </w:r>
      <w:r w:rsidRPr="003075F1">
        <w:rPr>
          <w:rFonts w:ascii="Verdana" w:hAnsi="Verdana"/>
          <w:color w:val="000000"/>
          <w:lang w:eastAsia="ru-RU"/>
        </w:rPr>
        <w:br/>
        <w:t>Знают взрослые и дети,</w:t>
      </w:r>
      <w:r w:rsidRPr="003075F1">
        <w:rPr>
          <w:rFonts w:ascii="Verdana" w:hAnsi="Verdana"/>
          <w:color w:val="000000"/>
          <w:lang w:eastAsia="ru-RU"/>
        </w:rPr>
        <w:br/>
        <w:t>Что без мамы жить нельзя,</w:t>
      </w:r>
      <w:r w:rsidRPr="003075F1">
        <w:rPr>
          <w:rFonts w:ascii="Verdana" w:hAnsi="Verdana"/>
          <w:color w:val="000000"/>
          <w:lang w:eastAsia="ru-RU"/>
        </w:rPr>
        <w:br/>
        <w:t>Мамы нас спасают,</w:t>
      </w:r>
      <w:r w:rsidRPr="003075F1">
        <w:rPr>
          <w:rFonts w:ascii="Verdana" w:hAnsi="Verdana"/>
          <w:color w:val="000000"/>
          <w:lang w:eastAsia="ru-RU"/>
        </w:rPr>
        <w:br/>
        <w:t>Любят нас всегда!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Мама очень нам нужна,</w:t>
      </w:r>
      <w:r w:rsidRPr="003075F1">
        <w:rPr>
          <w:rFonts w:ascii="Verdana" w:hAnsi="Verdana"/>
          <w:color w:val="000000"/>
          <w:lang w:eastAsia="ru-RU"/>
        </w:rPr>
        <w:br/>
        <w:t>Мама всем необходима,</w:t>
      </w:r>
      <w:r w:rsidRPr="003075F1">
        <w:rPr>
          <w:rFonts w:ascii="Verdana" w:hAnsi="Verdana"/>
          <w:color w:val="000000"/>
          <w:lang w:eastAsia="ru-RU"/>
        </w:rPr>
        <w:br/>
        <w:t>Мама любит нас всегда,</w:t>
      </w:r>
      <w:r w:rsidRPr="003075F1">
        <w:rPr>
          <w:rFonts w:ascii="Verdana" w:hAnsi="Verdana"/>
          <w:color w:val="000000"/>
          <w:lang w:eastAsia="ru-RU"/>
        </w:rPr>
        <w:br/>
        <w:t>Чтобы мы не натворили!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Мама завтраки готовит,</w:t>
      </w:r>
      <w:r w:rsidRPr="003075F1">
        <w:rPr>
          <w:rFonts w:ascii="Verdana" w:hAnsi="Verdana"/>
          <w:color w:val="000000"/>
          <w:lang w:eastAsia="ru-RU"/>
        </w:rPr>
        <w:br/>
        <w:t>Мама сон мой бережет,</w:t>
      </w:r>
      <w:r w:rsidRPr="003075F1">
        <w:rPr>
          <w:rFonts w:ascii="Verdana" w:hAnsi="Verdana"/>
          <w:color w:val="000000"/>
          <w:lang w:eastAsia="ru-RU"/>
        </w:rPr>
        <w:br/>
        <w:t>Мама нежно поцелует,</w:t>
      </w:r>
      <w:r w:rsidRPr="003075F1">
        <w:rPr>
          <w:rFonts w:ascii="Verdana" w:hAnsi="Verdana"/>
          <w:color w:val="000000"/>
          <w:lang w:eastAsia="ru-RU"/>
        </w:rPr>
        <w:br/>
        <w:t>Беды все прогонит прочь!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Интересно, насколько сложно быть мамой?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Поверь, ты бы никогда не смог бы справиться!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Думаешь?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Уверенна!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Это почему же?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Ну, начнем с того, что ты не женщина. А значит не такой выносливый, талантливый, понимающий, ранимый и стойкий!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Ах, вот значит как?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Да! Вот так!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(Споря уходят за кулисы. На сцене появляется девочка в халате, домашних тапочках, бигуди и со сковородкой в руках. Рассказывая стих, загибает пальцы)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3B33D6"/>
          <w:lang w:eastAsia="ru-RU"/>
        </w:rPr>
        <w:t>Девочка 1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Дочке косу заплела,</w:t>
      </w:r>
      <w:r w:rsidRPr="003075F1">
        <w:rPr>
          <w:rFonts w:ascii="Verdana" w:hAnsi="Verdana"/>
          <w:color w:val="000000"/>
          <w:lang w:eastAsia="ru-RU"/>
        </w:rPr>
        <w:br/>
        <w:t>Собрала мужу обед,</w:t>
      </w:r>
      <w:r w:rsidRPr="003075F1">
        <w:rPr>
          <w:rFonts w:ascii="Verdana" w:hAnsi="Verdana"/>
          <w:color w:val="000000"/>
          <w:lang w:eastAsia="ru-RU"/>
        </w:rPr>
        <w:br/>
        <w:t>Тузику еды дала,</w:t>
      </w:r>
      <w:r w:rsidRPr="003075F1">
        <w:rPr>
          <w:rFonts w:ascii="Verdana" w:hAnsi="Verdana"/>
          <w:color w:val="000000"/>
          <w:lang w:eastAsia="ru-RU"/>
        </w:rPr>
        <w:br/>
        <w:t>Сыну сделала омлет.</w:t>
      </w:r>
      <w:r w:rsidRPr="003075F1">
        <w:rPr>
          <w:rFonts w:ascii="Verdana" w:hAnsi="Verdana"/>
          <w:color w:val="000000"/>
          <w:lang w:eastAsia="ru-RU"/>
        </w:rPr>
        <w:br/>
        <w:t>Дочку в школу провела,</w:t>
      </w:r>
      <w:r w:rsidRPr="003075F1">
        <w:rPr>
          <w:rFonts w:ascii="Verdana" w:hAnsi="Verdana"/>
          <w:color w:val="000000"/>
          <w:lang w:eastAsia="ru-RU"/>
        </w:rPr>
        <w:br/>
        <w:t>Сына в садик отвела,</w:t>
      </w:r>
      <w:r w:rsidRPr="003075F1">
        <w:rPr>
          <w:rFonts w:ascii="Verdana" w:hAnsi="Verdana"/>
          <w:color w:val="000000"/>
          <w:lang w:eastAsia="ru-RU"/>
        </w:rPr>
        <w:br/>
        <w:t>Мужу галстук подала,</w:t>
      </w:r>
      <w:r w:rsidRPr="003075F1">
        <w:rPr>
          <w:rFonts w:ascii="Verdana" w:hAnsi="Verdana"/>
          <w:color w:val="000000"/>
          <w:lang w:eastAsia="ru-RU"/>
        </w:rPr>
        <w:br/>
        <w:t>Тузика я привела!</w:t>
      </w:r>
      <w:r w:rsidRPr="003075F1">
        <w:rPr>
          <w:rFonts w:ascii="Verdana" w:hAnsi="Verdana"/>
          <w:color w:val="000000"/>
          <w:lang w:eastAsia="ru-RU"/>
        </w:rPr>
        <w:br/>
        <w:t>И составила меню,</w:t>
      </w:r>
      <w:r w:rsidRPr="003075F1">
        <w:rPr>
          <w:rFonts w:ascii="Verdana" w:hAnsi="Verdana"/>
          <w:color w:val="000000"/>
          <w:lang w:eastAsia="ru-RU"/>
        </w:rPr>
        <w:br/>
        <w:t>Уберу сейчас плиту,</w:t>
      </w:r>
      <w:r w:rsidRPr="003075F1">
        <w:rPr>
          <w:rFonts w:ascii="Verdana" w:hAnsi="Verdana"/>
          <w:color w:val="000000"/>
          <w:lang w:eastAsia="ru-RU"/>
        </w:rPr>
        <w:br/>
        <w:t>И сварю потом я суп,</w:t>
      </w:r>
      <w:r w:rsidRPr="003075F1">
        <w:rPr>
          <w:rFonts w:ascii="Verdana" w:hAnsi="Verdana"/>
          <w:color w:val="000000"/>
          <w:lang w:eastAsia="ru-RU"/>
        </w:rPr>
        <w:br/>
        <w:t>Чтоб довольным был супруг.</w:t>
      </w:r>
      <w:r w:rsidRPr="003075F1">
        <w:rPr>
          <w:rFonts w:ascii="Verdana" w:hAnsi="Verdana"/>
          <w:color w:val="000000"/>
          <w:lang w:eastAsia="ru-RU"/>
        </w:rPr>
        <w:br/>
        <w:t>После дочку заберу,</w:t>
      </w:r>
      <w:r w:rsidRPr="003075F1">
        <w:rPr>
          <w:rFonts w:ascii="Verdana" w:hAnsi="Verdana"/>
          <w:color w:val="000000"/>
          <w:lang w:eastAsia="ru-RU"/>
        </w:rPr>
        <w:br/>
        <w:t>И на танцы отведу,</w:t>
      </w:r>
      <w:r w:rsidRPr="003075F1">
        <w:rPr>
          <w:rFonts w:ascii="Verdana" w:hAnsi="Verdana"/>
          <w:color w:val="000000"/>
          <w:lang w:eastAsia="ru-RU"/>
        </w:rPr>
        <w:br/>
        <w:t>С Тузиком вновь погуляю,</w:t>
      </w:r>
      <w:r w:rsidRPr="003075F1">
        <w:rPr>
          <w:rFonts w:ascii="Verdana" w:hAnsi="Verdana"/>
          <w:color w:val="000000"/>
          <w:lang w:eastAsia="ru-RU"/>
        </w:rPr>
        <w:br/>
        <w:t>Вроде всюду успеваю!</w:t>
      </w:r>
      <w:r w:rsidRPr="003075F1">
        <w:rPr>
          <w:rFonts w:ascii="Verdana" w:hAnsi="Verdana"/>
          <w:color w:val="000000"/>
          <w:lang w:eastAsia="ru-RU"/>
        </w:rPr>
        <w:br/>
        <w:t>Ах, еще же сын в саду,</w:t>
      </w:r>
      <w:r w:rsidRPr="003075F1">
        <w:rPr>
          <w:rFonts w:ascii="Verdana" w:hAnsi="Verdana"/>
          <w:color w:val="000000"/>
          <w:lang w:eastAsia="ru-RU"/>
        </w:rPr>
        <w:br/>
        <w:t>Я в обед за ним пойду,</w:t>
      </w:r>
      <w:r w:rsidRPr="003075F1">
        <w:rPr>
          <w:rFonts w:ascii="Verdana" w:hAnsi="Verdana"/>
          <w:color w:val="000000"/>
          <w:lang w:eastAsia="ru-RU"/>
        </w:rPr>
        <w:br/>
        <w:t>Ужином всех накормлю,</w:t>
      </w:r>
      <w:r w:rsidRPr="003075F1">
        <w:rPr>
          <w:rFonts w:ascii="Verdana" w:hAnsi="Verdana"/>
          <w:color w:val="000000"/>
          <w:lang w:eastAsia="ru-RU"/>
        </w:rPr>
        <w:br/>
        <w:t>И уроки поучу!</w:t>
      </w:r>
      <w:r w:rsidRPr="003075F1">
        <w:rPr>
          <w:rFonts w:ascii="Verdana" w:hAnsi="Verdana"/>
          <w:color w:val="000000"/>
          <w:lang w:eastAsia="ru-RU"/>
        </w:rPr>
        <w:br/>
        <w:t>Сыну сказку я прочту,</w:t>
      </w:r>
      <w:r w:rsidRPr="003075F1">
        <w:rPr>
          <w:rFonts w:ascii="Verdana" w:hAnsi="Verdana"/>
          <w:color w:val="000000"/>
          <w:lang w:eastAsia="ru-RU"/>
        </w:rPr>
        <w:br/>
        <w:t>Дочку крепко обниму,</w:t>
      </w:r>
      <w:r w:rsidRPr="003075F1">
        <w:rPr>
          <w:rFonts w:ascii="Verdana" w:hAnsi="Verdana"/>
          <w:color w:val="000000"/>
          <w:lang w:eastAsia="ru-RU"/>
        </w:rPr>
        <w:br/>
        <w:t>Спать их всех я улажу,</w:t>
      </w:r>
      <w:r w:rsidRPr="003075F1">
        <w:rPr>
          <w:rFonts w:ascii="Verdana" w:hAnsi="Verdana"/>
          <w:color w:val="000000"/>
          <w:lang w:eastAsia="ru-RU"/>
        </w:rPr>
        <w:br/>
        <w:t>Себе время уделю!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(Вздыхает и уходит. На ее место выходит девочка в костюме, с телефоном и деловым портфелем)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3A2E7A"/>
          <w:lang w:eastAsia="ru-RU"/>
        </w:rPr>
        <w:t>Девочка 2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Утром кофе подгорел,</w:t>
      </w:r>
      <w:r w:rsidRPr="003075F1">
        <w:rPr>
          <w:rFonts w:ascii="Verdana" w:hAnsi="Verdana"/>
          <w:color w:val="000000"/>
          <w:lang w:eastAsia="ru-RU"/>
        </w:rPr>
        <w:br/>
        <w:t>На урок сын не успел,</w:t>
      </w:r>
      <w:r w:rsidRPr="003075F1">
        <w:rPr>
          <w:rFonts w:ascii="Verdana" w:hAnsi="Verdana"/>
          <w:color w:val="000000"/>
          <w:lang w:eastAsia="ru-RU"/>
        </w:rPr>
        <w:br/>
        <w:t>В пробке простояла я,</w:t>
      </w:r>
      <w:r w:rsidRPr="003075F1">
        <w:rPr>
          <w:rFonts w:ascii="Verdana" w:hAnsi="Verdana"/>
          <w:color w:val="000000"/>
          <w:lang w:eastAsia="ru-RU"/>
        </w:rPr>
        <w:br/>
        <w:t>Сыну на обед дала!</w:t>
      </w:r>
      <w:r w:rsidRPr="003075F1">
        <w:rPr>
          <w:rFonts w:ascii="Verdana" w:hAnsi="Verdana"/>
          <w:color w:val="000000"/>
          <w:lang w:eastAsia="ru-RU"/>
        </w:rPr>
        <w:br/>
        <w:t>Муж забыл свои ключи,</w:t>
      </w:r>
      <w:r w:rsidRPr="003075F1">
        <w:rPr>
          <w:rFonts w:ascii="Verdana" w:hAnsi="Verdana"/>
          <w:color w:val="000000"/>
          <w:lang w:eastAsia="ru-RU"/>
        </w:rPr>
        <w:br/>
        <w:t>Нужно мне их завести,</w:t>
      </w:r>
      <w:r w:rsidRPr="003075F1">
        <w:rPr>
          <w:rFonts w:ascii="Verdana" w:hAnsi="Verdana"/>
          <w:color w:val="000000"/>
          <w:lang w:eastAsia="ru-RU"/>
        </w:rPr>
        <w:br/>
        <w:t>А еще костюм забрать,</w:t>
      </w:r>
      <w:r w:rsidRPr="003075F1">
        <w:rPr>
          <w:rFonts w:ascii="Verdana" w:hAnsi="Verdana"/>
          <w:color w:val="000000"/>
          <w:lang w:eastAsia="ru-RU"/>
        </w:rPr>
        <w:br/>
        <w:t>Сыну в школу передать!</w:t>
      </w:r>
      <w:r w:rsidRPr="003075F1">
        <w:rPr>
          <w:rFonts w:ascii="Verdana" w:hAnsi="Verdana"/>
          <w:color w:val="000000"/>
          <w:lang w:eastAsia="ru-RU"/>
        </w:rPr>
        <w:br/>
        <w:t>И на утренник успеть,</w:t>
      </w:r>
      <w:r w:rsidRPr="003075F1">
        <w:rPr>
          <w:rFonts w:ascii="Verdana" w:hAnsi="Verdana"/>
          <w:color w:val="000000"/>
          <w:lang w:eastAsia="ru-RU"/>
        </w:rPr>
        <w:br/>
        <w:t>И на встречи посидеть,</w:t>
      </w:r>
      <w:r w:rsidRPr="003075F1">
        <w:rPr>
          <w:rFonts w:ascii="Verdana" w:hAnsi="Verdana"/>
          <w:color w:val="000000"/>
          <w:lang w:eastAsia="ru-RU"/>
        </w:rPr>
        <w:br/>
        <w:t>Сделку быстро заключить,</w:t>
      </w:r>
      <w:r w:rsidRPr="003075F1">
        <w:rPr>
          <w:rFonts w:ascii="Verdana" w:hAnsi="Verdana"/>
          <w:color w:val="000000"/>
          <w:lang w:eastAsia="ru-RU"/>
        </w:rPr>
        <w:br/>
        <w:t>И к концу хоть подскочить!</w:t>
      </w:r>
      <w:r w:rsidRPr="003075F1">
        <w:rPr>
          <w:rFonts w:ascii="Verdana" w:hAnsi="Verdana"/>
          <w:color w:val="000000"/>
          <w:lang w:eastAsia="ru-RU"/>
        </w:rPr>
        <w:br/>
        <w:t>Нужно ужин заказать,</w:t>
      </w:r>
      <w:r w:rsidRPr="003075F1">
        <w:rPr>
          <w:rFonts w:ascii="Verdana" w:hAnsi="Verdana"/>
          <w:color w:val="000000"/>
          <w:lang w:eastAsia="ru-RU"/>
        </w:rPr>
        <w:br/>
        <w:t>А еще зарплату снять,</w:t>
      </w:r>
      <w:r w:rsidRPr="003075F1">
        <w:rPr>
          <w:rFonts w:ascii="Verdana" w:hAnsi="Verdana"/>
          <w:color w:val="000000"/>
          <w:lang w:eastAsia="ru-RU"/>
        </w:rPr>
        <w:br/>
        <w:t>Сыну на ночь почитать,</w:t>
      </w:r>
      <w:r w:rsidRPr="003075F1">
        <w:rPr>
          <w:rFonts w:ascii="Verdana" w:hAnsi="Verdana"/>
          <w:color w:val="000000"/>
          <w:lang w:eastAsia="ru-RU"/>
        </w:rPr>
        <w:br/>
        <w:t>Указания раздать!</w:t>
      </w:r>
      <w:r w:rsidRPr="003075F1">
        <w:rPr>
          <w:rFonts w:ascii="Verdana" w:hAnsi="Verdana"/>
          <w:color w:val="000000"/>
          <w:lang w:eastAsia="ru-RU"/>
        </w:rPr>
        <w:br/>
        <w:t>Нужно выгладить штаны,</w:t>
      </w:r>
      <w:r w:rsidRPr="003075F1">
        <w:rPr>
          <w:rFonts w:ascii="Verdana" w:hAnsi="Verdana"/>
          <w:color w:val="000000"/>
          <w:lang w:eastAsia="ru-RU"/>
        </w:rPr>
        <w:br/>
        <w:t>Кексы спечь и привезти,</w:t>
      </w:r>
      <w:r w:rsidRPr="003075F1">
        <w:rPr>
          <w:rFonts w:ascii="Verdana" w:hAnsi="Verdana"/>
          <w:color w:val="000000"/>
          <w:lang w:eastAsia="ru-RU"/>
        </w:rPr>
        <w:br/>
        <w:t>Нужно все мне записать,</w:t>
      </w:r>
      <w:r w:rsidRPr="003075F1">
        <w:rPr>
          <w:rFonts w:ascii="Verdana" w:hAnsi="Verdana"/>
          <w:color w:val="000000"/>
          <w:lang w:eastAsia="ru-RU"/>
        </w:rPr>
        <w:br/>
        <w:t>Чтобы всюду успевать!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(Уткнувшись в телефон, уходит. На ее место выходит девочка в парике, с макияжем и блестящем платье. В руках телефон, фотографируется)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C1F8C"/>
          <w:lang w:eastAsia="ru-RU"/>
        </w:rPr>
        <w:t>Девочка 3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Завтрак дочке собрала,</w:t>
      </w:r>
      <w:r w:rsidRPr="003075F1">
        <w:rPr>
          <w:rFonts w:ascii="Verdana" w:hAnsi="Verdana"/>
          <w:color w:val="000000"/>
          <w:lang w:eastAsia="ru-RU"/>
        </w:rPr>
        <w:br/>
        <w:t>Ее в школу отвела,</w:t>
      </w:r>
      <w:r w:rsidRPr="003075F1">
        <w:rPr>
          <w:rFonts w:ascii="Verdana" w:hAnsi="Verdana"/>
          <w:color w:val="000000"/>
          <w:lang w:eastAsia="ru-RU"/>
        </w:rPr>
        <w:br/>
        <w:t>И на стрижку записалась,</w:t>
      </w:r>
      <w:r w:rsidRPr="003075F1">
        <w:rPr>
          <w:rFonts w:ascii="Verdana" w:hAnsi="Verdana"/>
          <w:color w:val="000000"/>
          <w:lang w:eastAsia="ru-RU"/>
        </w:rPr>
        <w:br/>
        <w:t>И купила платье я!</w:t>
      </w:r>
      <w:r w:rsidRPr="003075F1">
        <w:rPr>
          <w:rFonts w:ascii="Verdana" w:hAnsi="Verdana"/>
          <w:color w:val="000000"/>
          <w:lang w:eastAsia="ru-RU"/>
        </w:rPr>
        <w:br/>
        <w:t>Фотографию свою,</w:t>
      </w:r>
      <w:r w:rsidRPr="003075F1">
        <w:rPr>
          <w:rFonts w:ascii="Verdana" w:hAnsi="Verdana"/>
          <w:color w:val="000000"/>
          <w:lang w:eastAsia="ru-RU"/>
        </w:rPr>
        <w:br/>
        <w:t>Выгружу сейчас в Инсту,</w:t>
      </w:r>
      <w:r w:rsidRPr="003075F1">
        <w:rPr>
          <w:rFonts w:ascii="Verdana" w:hAnsi="Verdana"/>
          <w:color w:val="000000"/>
          <w:lang w:eastAsia="ru-RU"/>
        </w:rPr>
        <w:br/>
        <w:t>Побегу на маникюр,</w:t>
      </w:r>
      <w:r w:rsidRPr="003075F1">
        <w:rPr>
          <w:rFonts w:ascii="Verdana" w:hAnsi="Verdana"/>
          <w:color w:val="000000"/>
          <w:lang w:eastAsia="ru-RU"/>
        </w:rPr>
        <w:br/>
        <w:t>Красоту я наведу.</w:t>
      </w:r>
      <w:r w:rsidRPr="003075F1">
        <w:rPr>
          <w:rFonts w:ascii="Verdana" w:hAnsi="Verdana"/>
          <w:color w:val="000000"/>
          <w:lang w:eastAsia="ru-RU"/>
        </w:rPr>
        <w:br/>
        <w:t>Дочку после заберу,</w:t>
      </w:r>
      <w:r w:rsidRPr="003075F1">
        <w:rPr>
          <w:rFonts w:ascii="Verdana" w:hAnsi="Verdana"/>
          <w:color w:val="000000"/>
          <w:lang w:eastAsia="ru-RU"/>
        </w:rPr>
        <w:br/>
        <w:t>На английский отведу,</w:t>
      </w:r>
      <w:r w:rsidRPr="003075F1">
        <w:rPr>
          <w:rFonts w:ascii="Verdana" w:hAnsi="Verdana"/>
          <w:color w:val="000000"/>
          <w:lang w:eastAsia="ru-RU"/>
        </w:rPr>
        <w:br/>
        <w:t>За помадой заскочу,</w:t>
      </w:r>
      <w:r w:rsidRPr="003075F1">
        <w:rPr>
          <w:rFonts w:ascii="Verdana" w:hAnsi="Verdana"/>
          <w:color w:val="000000"/>
          <w:lang w:eastAsia="ru-RU"/>
        </w:rPr>
        <w:br/>
        <w:t>Туфли новые куплю!</w:t>
      </w:r>
      <w:r w:rsidRPr="003075F1">
        <w:rPr>
          <w:rFonts w:ascii="Verdana" w:hAnsi="Verdana"/>
          <w:color w:val="000000"/>
          <w:lang w:eastAsia="ru-RU"/>
        </w:rPr>
        <w:br/>
        <w:t>Ужин, так уж быть, сварю,</w:t>
      </w:r>
      <w:r w:rsidRPr="003075F1">
        <w:rPr>
          <w:rFonts w:ascii="Verdana" w:hAnsi="Verdana"/>
          <w:color w:val="000000"/>
          <w:lang w:eastAsia="ru-RU"/>
        </w:rPr>
        <w:br/>
        <w:t>Точней пиццу закажу,</w:t>
      </w:r>
      <w:r w:rsidRPr="003075F1">
        <w:rPr>
          <w:rFonts w:ascii="Verdana" w:hAnsi="Verdana"/>
          <w:color w:val="000000"/>
          <w:lang w:eastAsia="ru-RU"/>
        </w:rPr>
        <w:br/>
        <w:t>И семью я накормлю,</w:t>
      </w:r>
      <w:r w:rsidRPr="003075F1">
        <w:rPr>
          <w:rFonts w:ascii="Verdana" w:hAnsi="Verdana"/>
          <w:color w:val="000000"/>
          <w:lang w:eastAsia="ru-RU"/>
        </w:rPr>
        <w:br/>
        <w:t>И подруге позвоню.</w:t>
      </w:r>
      <w:r w:rsidRPr="003075F1">
        <w:rPr>
          <w:rFonts w:ascii="Verdana" w:hAnsi="Verdana"/>
          <w:color w:val="000000"/>
          <w:lang w:eastAsia="ru-RU"/>
        </w:rPr>
        <w:br/>
        <w:t>Поболтаю с ней часок,</w:t>
      </w:r>
      <w:r w:rsidRPr="003075F1">
        <w:rPr>
          <w:rFonts w:ascii="Verdana" w:hAnsi="Verdana"/>
          <w:color w:val="000000"/>
          <w:lang w:eastAsia="ru-RU"/>
        </w:rPr>
        <w:br/>
        <w:t>Дочке расскажу стишок,</w:t>
      </w:r>
      <w:r w:rsidRPr="003075F1">
        <w:rPr>
          <w:rFonts w:ascii="Verdana" w:hAnsi="Verdana"/>
          <w:color w:val="000000"/>
          <w:lang w:eastAsia="ru-RU"/>
        </w:rPr>
        <w:br/>
        <w:t>Запишусь я на массаж,</w:t>
      </w:r>
      <w:r w:rsidRPr="003075F1">
        <w:rPr>
          <w:rFonts w:ascii="Verdana" w:hAnsi="Verdana"/>
          <w:color w:val="000000"/>
          <w:lang w:eastAsia="ru-RU"/>
        </w:rPr>
        <w:br/>
        <w:t>И куплю себе корсаж,</w:t>
      </w:r>
      <w:r w:rsidRPr="003075F1">
        <w:rPr>
          <w:rFonts w:ascii="Verdana" w:hAnsi="Verdana"/>
          <w:color w:val="000000"/>
          <w:lang w:eastAsia="ru-RU"/>
        </w:rPr>
        <w:br/>
        <w:t>Ванну пенную приму,</w:t>
      </w:r>
      <w:r w:rsidRPr="003075F1">
        <w:rPr>
          <w:rFonts w:ascii="Verdana" w:hAnsi="Verdana"/>
          <w:color w:val="000000"/>
          <w:lang w:eastAsia="ru-RU"/>
        </w:rPr>
        <w:br/>
        <w:t>Ой, устала, не могу!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(Убирает телефон, уходит)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Появляются Ведущие.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Вот видишь, как трудно быть мамой! Сколько дел нужно успеть, сколько всего переделать за день! Это огромный труд, между прочим!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Ты права, я бы точно не смог. Но, несмотря на мой проигрыш в этом споре, предлагаю заключить мировую и продолжить наш концерт.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Конечно, конечно. И по этому случаю, хочу пригласить на эту сцену очаровательных девчонок, с их красивым танцем!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(5-6 девочек танцуют любой танец)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Поздравками запаслись,</w:t>
      </w:r>
      <w:r w:rsidRPr="003075F1">
        <w:rPr>
          <w:rFonts w:ascii="Verdana" w:hAnsi="Verdana"/>
          <w:color w:val="000000"/>
          <w:lang w:eastAsia="ru-RU"/>
        </w:rPr>
        <w:br/>
        <w:t>Их вы точно заждались,</w:t>
      </w:r>
      <w:r w:rsidRPr="003075F1">
        <w:rPr>
          <w:rFonts w:ascii="Verdana" w:hAnsi="Verdana"/>
          <w:color w:val="000000"/>
          <w:lang w:eastAsia="ru-RU"/>
        </w:rPr>
        <w:br/>
        <w:t>Их на сцену позову,</w:t>
      </w:r>
      <w:r w:rsidRPr="003075F1">
        <w:rPr>
          <w:rFonts w:ascii="Verdana" w:hAnsi="Verdana"/>
          <w:color w:val="000000"/>
          <w:lang w:eastAsia="ru-RU"/>
        </w:rPr>
        <w:br/>
        <w:t>Микрофон им свой вручу!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(Выходит 3 мальчика и 3 девочки, те, которые еще не участвовали, и читают поздравления с днем матери)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А теперь девчушки-хохотушки,</w:t>
      </w:r>
      <w:r w:rsidRPr="003075F1">
        <w:rPr>
          <w:rFonts w:ascii="Verdana" w:hAnsi="Verdana"/>
          <w:color w:val="000000"/>
          <w:lang w:eastAsia="ru-RU"/>
        </w:rPr>
        <w:br/>
        <w:t>Пропоют для вас частушки!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(На сцене появляются девочки и поют частушки)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Варианты:</w:t>
      </w:r>
      <w:r w:rsidRPr="003075F1">
        <w:rPr>
          <w:rFonts w:ascii="Verdana" w:hAnsi="Verdana"/>
          <w:color w:val="000000"/>
          <w:lang w:eastAsia="ru-RU"/>
        </w:rPr>
        <w:br/>
        <w:t>1. Маму очень я люблю,</w:t>
      </w:r>
      <w:r w:rsidRPr="003075F1">
        <w:rPr>
          <w:rFonts w:ascii="Verdana" w:hAnsi="Verdana"/>
          <w:color w:val="000000"/>
          <w:lang w:eastAsia="ru-RU"/>
        </w:rPr>
        <w:br/>
        <w:t>Ей во всем я помогу,</w:t>
      </w:r>
      <w:r w:rsidRPr="003075F1">
        <w:rPr>
          <w:rFonts w:ascii="Verdana" w:hAnsi="Verdana"/>
          <w:color w:val="000000"/>
          <w:lang w:eastAsia="ru-RU"/>
        </w:rPr>
        <w:br/>
        <w:t>Только вот чаек допью,</w:t>
      </w:r>
      <w:r w:rsidRPr="003075F1">
        <w:rPr>
          <w:rFonts w:ascii="Verdana" w:hAnsi="Verdana"/>
          <w:color w:val="000000"/>
          <w:lang w:eastAsia="ru-RU"/>
        </w:rPr>
        <w:br/>
        <w:t>Шоколадкой закушу!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2. Маму нежно поцелую,</w:t>
      </w:r>
      <w:r w:rsidRPr="003075F1">
        <w:rPr>
          <w:rFonts w:ascii="Verdana" w:hAnsi="Verdana"/>
          <w:color w:val="000000"/>
          <w:lang w:eastAsia="ru-RU"/>
        </w:rPr>
        <w:br/>
        <w:t>Ее крепко обниму,</w:t>
      </w:r>
      <w:r w:rsidRPr="003075F1">
        <w:rPr>
          <w:rFonts w:ascii="Verdana" w:hAnsi="Verdana"/>
          <w:color w:val="000000"/>
          <w:lang w:eastAsia="ru-RU"/>
        </w:rPr>
        <w:br/>
        <w:t>Маму я люблю, конечно,</w:t>
      </w:r>
      <w:r w:rsidRPr="003075F1">
        <w:rPr>
          <w:rFonts w:ascii="Verdana" w:hAnsi="Verdana"/>
          <w:color w:val="000000"/>
          <w:lang w:eastAsia="ru-RU"/>
        </w:rPr>
        <w:br/>
        <w:t>Куклу новую хочу!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Буду я, такой как мама,</w:t>
      </w:r>
      <w:r w:rsidRPr="003075F1">
        <w:rPr>
          <w:rFonts w:ascii="Verdana" w:hAnsi="Verdana"/>
          <w:color w:val="000000"/>
          <w:lang w:eastAsia="ru-RU"/>
        </w:rPr>
        <w:br/>
        <w:t>Самой я счастливой,</w:t>
      </w:r>
      <w:r w:rsidRPr="003075F1">
        <w:rPr>
          <w:rFonts w:ascii="Verdana" w:hAnsi="Verdana"/>
          <w:color w:val="000000"/>
          <w:lang w:eastAsia="ru-RU"/>
        </w:rPr>
        <w:br/>
        <w:t>И ходить на каблуках,</w:t>
      </w:r>
      <w:r w:rsidRPr="003075F1">
        <w:rPr>
          <w:rFonts w:ascii="Verdana" w:hAnsi="Verdana"/>
          <w:color w:val="000000"/>
          <w:lang w:eastAsia="ru-RU"/>
        </w:rPr>
        <w:br/>
        <w:t>Буду я красиво!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Мама дарит мне всегда,</w:t>
      </w:r>
      <w:r w:rsidRPr="003075F1">
        <w:rPr>
          <w:rFonts w:ascii="Verdana" w:hAnsi="Verdana"/>
          <w:color w:val="000000"/>
          <w:lang w:eastAsia="ru-RU"/>
        </w:rPr>
        <w:br/>
        <w:t>Радость и заботу,</w:t>
      </w:r>
      <w:r w:rsidRPr="003075F1">
        <w:rPr>
          <w:rFonts w:ascii="Verdana" w:hAnsi="Verdana"/>
          <w:color w:val="000000"/>
          <w:lang w:eastAsia="ru-RU"/>
        </w:rPr>
        <w:br/>
        <w:t>Водит в школу и спешит,</w:t>
      </w:r>
      <w:r w:rsidRPr="003075F1">
        <w:rPr>
          <w:rFonts w:ascii="Verdana" w:hAnsi="Verdana"/>
          <w:color w:val="000000"/>
          <w:lang w:eastAsia="ru-RU"/>
        </w:rPr>
        <w:br/>
        <w:t>После на работу!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Маме утром помогла,</w:t>
      </w:r>
      <w:r w:rsidRPr="003075F1">
        <w:rPr>
          <w:rFonts w:ascii="Verdana" w:hAnsi="Verdana"/>
          <w:color w:val="000000"/>
          <w:lang w:eastAsia="ru-RU"/>
        </w:rPr>
        <w:br/>
        <w:t>Приготовила блины,</w:t>
      </w:r>
      <w:r w:rsidRPr="003075F1">
        <w:rPr>
          <w:rFonts w:ascii="Verdana" w:hAnsi="Verdana"/>
          <w:color w:val="000000"/>
          <w:lang w:eastAsia="ru-RU"/>
        </w:rPr>
        <w:br/>
        <w:t>Кухню выпачкала всю,</w:t>
      </w:r>
      <w:r w:rsidRPr="003075F1">
        <w:rPr>
          <w:rFonts w:ascii="Verdana" w:hAnsi="Verdana"/>
          <w:color w:val="000000"/>
          <w:lang w:eastAsia="ru-RU"/>
        </w:rPr>
        <w:br/>
        <w:t>Мамочка, прости!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FE6C23"/>
          <w:lang w:eastAsia="ru-RU"/>
        </w:rPr>
        <w:t>Ведущий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Мама каждая нужна,</w:t>
      </w:r>
      <w:r w:rsidRPr="003075F1">
        <w:rPr>
          <w:rFonts w:ascii="Verdana" w:hAnsi="Verdana"/>
          <w:color w:val="000000"/>
          <w:lang w:eastAsia="ru-RU"/>
        </w:rPr>
        <w:br/>
        <w:t>Мама каждая важна,</w:t>
      </w:r>
      <w:r w:rsidRPr="003075F1">
        <w:rPr>
          <w:rFonts w:ascii="Verdana" w:hAnsi="Verdana"/>
          <w:color w:val="000000"/>
          <w:lang w:eastAsia="ru-RU"/>
        </w:rPr>
        <w:br/>
        <w:t>Мама всем необходима,</w:t>
      </w:r>
      <w:r w:rsidRPr="003075F1">
        <w:rPr>
          <w:rFonts w:ascii="Verdana" w:hAnsi="Verdana"/>
          <w:color w:val="000000"/>
          <w:lang w:eastAsia="ru-RU"/>
        </w:rPr>
        <w:br/>
        <w:t>И никем не заменима!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6902"/>
          <w:lang w:eastAsia="ru-RU"/>
        </w:rPr>
        <w:t>Ведущая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Детки вас прошу сюда,</w:t>
      </w:r>
      <w:r w:rsidRPr="003075F1">
        <w:rPr>
          <w:rFonts w:ascii="Verdana" w:hAnsi="Verdana"/>
          <w:color w:val="000000"/>
          <w:lang w:eastAsia="ru-RU"/>
        </w:rPr>
        <w:br/>
        <w:t>Мам вам поздравлять пора!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(Дети по очереди читают небольшие стишки)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b/>
          <w:bCs/>
          <w:color w:val="000055"/>
          <w:lang w:eastAsia="ru-RU"/>
        </w:rPr>
        <w:t>Варианты стишков</w:t>
      </w:r>
      <w:r w:rsidRPr="003075F1">
        <w:rPr>
          <w:rFonts w:ascii="Verdana" w:hAnsi="Verdana"/>
          <w:color w:val="000000"/>
          <w:lang w:eastAsia="ru-RU"/>
        </w:rPr>
        <w:t>:</w:t>
      </w:r>
      <w:r w:rsidRPr="003075F1">
        <w:rPr>
          <w:rFonts w:ascii="Verdana" w:hAnsi="Verdana"/>
          <w:color w:val="000000"/>
          <w:lang w:eastAsia="ru-RU"/>
        </w:rPr>
        <w:br/>
        <w:t>1. Моя дорогая, любимая мама,</w:t>
      </w:r>
      <w:r w:rsidRPr="003075F1">
        <w:rPr>
          <w:rFonts w:ascii="Verdana" w:hAnsi="Verdana"/>
          <w:color w:val="000000"/>
          <w:lang w:eastAsia="ru-RU"/>
        </w:rPr>
        <w:br/>
        <w:t>Как же с тобой мне повезло,</w:t>
      </w:r>
      <w:r w:rsidRPr="003075F1">
        <w:rPr>
          <w:rFonts w:ascii="Verdana" w:hAnsi="Verdana"/>
          <w:color w:val="000000"/>
          <w:lang w:eastAsia="ru-RU"/>
        </w:rPr>
        <w:br/>
        <w:t>Самая лучшая, самая добрая,</w:t>
      </w:r>
      <w:r w:rsidRPr="003075F1">
        <w:rPr>
          <w:rFonts w:ascii="Verdana" w:hAnsi="Verdana"/>
          <w:color w:val="000000"/>
          <w:lang w:eastAsia="ru-RU"/>
        </w:rPr>
        <w:br/>
        <w:t>Пусть у тебя будет все хорошо!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2. Бываю упрямым, бываю угрюмым,</w:t>
      </w:r>
      <w:r w:rsidRPr="003075F1">
        <w:rPr>
          <w:rFonts w:ascii="Verdana" w:hAnsi="Verdana"/>
          <w:color w:val="000000"/>
          <w:lang w:eastAsia="ru-RU"/>
        </w:rPr>
        <w:br/>
        <w:t>За это меня ты прости,</w:t>
      </w:r>
      <w:r w:rsidRPr="003075F1">
        <w:rPr>
          <w:rFonts w:ascii="Verdana" w:hAnsi="Verdana"/>
          <w:color w:val="000000"/>
          <w:lang w:eastAsia="ru-RU"/>
        </w:rPr>
        <w:br/>
        <w:t>Ты самая лучшая мама на свете,</w:t>
      </w:r>
      <w:r w:rsidRPr="003075F1">
        <w:rPr>
          <w:rFonts w:ascii="Verdana" w:hAnsi="Verdana"/>
          <w:color w:val="000000"/>
          <w:lang w:eastAsia="ru-RU"/>
        </w:rPr>
        <w:br/>
        <w:t>Мо</w:t>
      </w:r>
      <w:r>
        <w:rPr>
          <w:rFonts w:ascii="Verdana" w:hAnsi="Verdana"/>
          <w:color w:val="000000"/>
          <w:lang w:eastAsia="ru-RU"/>
        </w:rPr>
        <w:t>и</w:t>
      </w:r>
      <w:r w:rsidRPr="003075F1">
        <w:rPr>
          <w:rFonts w:ascii="Verdana" w:hAnsi="Verdana"/>
          <w:color w:val="000000"/>
          <w:lang w:eastAsia="ru-RU"/>
        </w:rPr>
        <w:t xml:space="preserve"> поздрав</w:t>
      </w:r>
      <w:r>
        <w:rPr>
          <w:rFonts w:ascii="Verdana" w:hAnsi="Verdana"/>
          <w:color w:val="000000"/>
          <w:lang w:eastAsia="ru-RU"/>
        </w:rPr>
        <w:t>ленья</w:t>
      </w:r>
      <w:r w:rsidRPr="003075F1">
        <w:rPr>
          <w:rFonts w:ascii="Verdana" w:hAnsi="Verdana"/>
          <w:color w:val="000000"/>
          <w:lang w:eastAsia="ru-RU"/>
        </w:rPr>
        <w:t> прими!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 xml:space="preserve">3. </w:t>
      </w:r>
    </w:p>
    <w:p w:rsidR="00533156" w:rsidRDefault="00533156" w:rsidP="003075F1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000000"/>
          <w:lang w:eastAsia="ru-RU"/>
        </w:rPr>
      </w:pPr>
      <w:r w:rsidRPr="003075F1">
        <w:rPr>
          <w:rFonts w:ascii="Verdana" w:hAnsi="Verdana"/>
          <w:color w:val="000000"/>
          <w:lang w:eastAsia="ru-RU"/>
        </w:rPr>
        <w:t>Я буду такой же красивой как ты,</w:t>
      </w:r>
    </w:p>
    <w:p w:rsidR="00533156" w:rsidRPr="00721E12" w:rsidRDefault="00533156" w:rsidP="00721E12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i/>
          <w:iCs/>
          <w:color w:val="999999"/>
          <w:lang w:val="en-US" w:eastAsia="ru-RU"/>
        </w:rPr>
      </w:pPr>
      <w:r w:rsidRPr="003075F1">
        <w:rPr>
          <w:rFonts w:ascii="Verdana" w:hAnsi="Verdana"/>
          <w:color w:val="000000"/>
          <w:lang w:eastAsia="ru-RU"/>
        </w:rPr>
        <w:t>Ты воплощаешь мои все мечты</w:t>
      </w:r>
      <w:r w:rsidRPr="003075F1">
        <w:rPr>
          <w:rFonts w:ascii="Verdana" w:hAnsi="Verdana"/>
          <w:color w:val="000000"/>
          <w:lang w:eastAsia="ru-RU"/>
        </w:rPr>
        <w:br/>
        <w:t>Я буду</w:t>
      </w:r>
      <w:r>
        <w:rPr>
          <w:rFonts w:ascii="Verdana" w:hAnsi="Verdana"/>
          <w:color w:val="000000"/>
          <w:lang w:eastAsia="ru-RU"/>
        </w:rPr>
        <w:t xml:space="preserve"> копией, только чуток подрасту,</w:t>
      </w:r>
      <w:r w:rsidRPr="003075F1">
        <w:rPr>
          <w:rFonts w:ascii="Verdana" w:hAnsi="Verdana"/>
          <w:color w:val="000000"/>
          <w:lang w:eastAsia="ru-RU"/>
        </w:rPr>
        <w:br/>
        <w:t>Я тебя очень мамуля люблю!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4. Я твой защитник, твоя я опора,</w:t>
      </w:r>
      <w:r w:rsidRPr="003075F1">
        <w:rPr>
          <w:rFonts w:ascii="Verdana" w:hAnsi="Verdana"/>
          <w:color w:val="000000"/>
          <w:lang w:eastAsia="ru-RU"/>
        </w:rPr>
        <w:br/>
        <w:t>И буду тебя всегда я ценить,</w:t>
      </w:r>
      <w:r w:rsidRPr="003075F1">
        <w:rPr>
          <w:rFonts w:ascii="Verdana" w:hAnsi="Verdana"/>
          <w:color w:val="000000"/>
          <w:lang w:eastAsia="ru-RU"/>
        </w:rPr>
        <w:br/>
        <w:t>Ты моя мама, моя дорогая,</w:t>
      </w:r>
      <w:r w:rsidRPr="003075F1">
        <w:rPr>
          <w:rFonts w:ascii="Verdana" w:hAnsi="Verdana"/>
          <w:color w:val="000000"/>
          <w:lang w:eastAsia="ru-RU"/>
        </w:rPr>
        <w:br/>
        <w:t>И тебя буду всегда я любить!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5. Ты мне готовишь вкусные завтраки,</w:t>
      </w:r>
      <w:r w:rsidRPr="003075F1">
        <w:rPr>
          <w:rFonts w:ascii="Verdana" w:hAnsi="Verdana"/>
          <w:color w:val="000000"/>
          <w:lang w:eastAsia="ru-RU"/>
        </w:rPr>
        <w:br/>
        <w:t>Спросишь всегда как день</w:t>
      </w:r>
      <w:r>
        <w:rPr>
          <w:rFonts w:ascii="Verdana" w:hAnsi="Verdana"/>
          <w:color w:val="000000"/>
          <w:lang w:eastAsia="ru-RU"/>
        </w:rPr>
        <w:t>?К</w:t>
      </w:r>
      <w:r w:rsidRPr="003075F1">
        <w:rPr>
          <w:rFonts w:ascii="Verdana" w:hAnsi="Verdana"/>
          <w:color w:val="000000"/>
          <w:lang w:eastAsia="ru-RU"/>
        </w:rPr>
        <w:t>ак дела</w:t>
      </w:r>
      <w:r>
        <w:rPr>
          <w:rFonts w:ascii="Verdana" w:hAnsi="Verdana"/>
          <w:color w:val="000000"/>
          <w:lang w:eastAsia="ru-RU"/>
        </w:rPr>
        <w:t>?</w:t>
      </w:r>
      <w:r w:rsidRPr="003075F1">
        <w:rPr>
          <w:rFonts w:ascii="Verdana" w:hAnsi="Verdana"/>
          <w:color w:val="000000"/>
          <w:lang w:eastAsia="ru-RU"/>
        </w:rPr>
        <w:br/>
        <w:t>Учишь уроки со мной постоянно,</w:t>
      </w:r>
      <w:r w:rsidRPr="003075F1">
        <w:rPr>
          <w:rFonts w:ascii="Verdana" w:hAnsi="Verdana"/>
          <w:color w:val="000000"/>
          <w:lang w:eastAsia="ru-RU"/>
        </w:rPr>
        <w:br/>
        <w:t>Я всей душой люблю мама тебя!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6. И если за день, ты очень устанешь,</w:t>
      </w:r>
      <w:r w:rsidRPr="003075F1">
        <w:rPr>
          <w:rFonts w:ascii="Verdana" w:hAnsi="Verdana"/>
          <w:color w:val="000000"/>
          <w:lang w:eastAsia="ru-RU"/>
        </w:rPr>
        <w:br/>
        <w:t>Ты все равно время мне уделишь,</w:t>
      </w:r>
      <w:r w:rsidRPr="003075F1">
        <w:rPr>
          <w:rFonts w:ascii="Verdana" w:hAnsi="Verdana"/>
          <w:color w:val="000000"/>
          <w:lang w:eastAsia="ru-RU"/>
        </w:rPr>
        <w:br/>
        <w:t>Книжку со мной ты всегда почитаешь,</w:t>
      </w:r>
      <w:r w:rsidRPr="003075F1">
        <w:rPr>
          <w:rFonts w:ascii="Verdana" w:hAnsi="Verdana"/>
          <w:color w:val="000000"/>
          <w:lang w:eastAsia="ru-RU"/>
        </w:rPr>
        <w:br/>
        <w:t>Ведь я твой самый любимый малыш!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7. Мне повезло, что есть ты на свете,</w:t>
      </w:r>
      <w:r w:rsidRPr="003075F1">
        <w:rPr>
          <w:rFonts w:ascii="Verdana" w:hAnsi="Verdana"/>
          <w:color w:val="000000"/>
          <w:lang w:eastAsia="ru-RU"/>
        </w:rPr>
        <w:br/>
        <w:t>И ты так сильно любишь меня,</w:t>
      </w:r>
      <w:r w:rsidRPr="003075F1">
        <w:rPr>
          <w:rFonts w:ascii="Verdana" w:hAnsi="Verdana"/>
          <w:color w:val="000000"/>
          <w:lang w:eastAsia="ru-RU"/>
        </w:rPr>
        <w:br/>
        <w:t>И без тебя мне солнце не светит,</w:t>
      </w:r>
      <w:r w:rsidRPr="003075F1">
        <w:rPr>
          <w:rFonts w:ascii="Verdana" w:hAnsi="Verdana"/>
          <w:color w:val="000000"/>
          <w:lang w:eastAsia="ru-RU"/>
        </w:rPr>
        <w:br/>
        <w:t>Я тоже люблю тебя мама моя!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8. Я твоей буду помощницей важной,</w:t>
      </w:r>
      <w:r w:rsidRPr="003075F1">
        <w:rPr>
          <w:rFonts w:ascii="Verdana" w:hAnsi="Verdana"/>
          <w:color w:val="000000"/>
          <w:lang w:eastAsia="ru-RU"/>
        </w:rPr>
        <w:br/>
        <w:t>Буду готовить, убирать и стирать,</w:t>
      </w:r>
      <w:r w:rsidRPr="003075F1">
        <w:rPr>
          <w:rFonts w:ascii="Verdana" w:hAnsi="Verdana"/>
          <w:color w:val="000000"/>
          <w:lang w:eastAsia="ru-RU"/>
        </w:rPr>
        <w:br/>
        <w:t>Ты научи меня только мамуля,</w:t>
      </w:r>
      <w:r w:rsidRPr="003075F1">
        <w:rPr>
          <w:rFonts w:ascii="Verdana" w:hAnsi="Verdana"/>
          <w:color w:val="000000"/>
          <w:lang w:eastAsia="ru-RU"/>
        </w:rPr>
        <w:br/>
        <w:t>Буду с тобой я быт разделять!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9. Мы с тобой лучшие в мире подружки,</w:t>
      </w:r>
      <w:r w:rsidRPr="003075F1">
        <w:rPr>
          <w:rFonts w:ascii="Verdana" w:hAnsi="Verdana"/>
          <w:color w:val="000000"/>
          <w:lang w:eastAsia="ru-RU"/>
        </w:rPr>
        <w:br/>
        <w:t>И нашей дружбой я дорожу,</w:t>
      </w:r>
      <w:r w:rsidRPr="003075F1">
        <w:rPr>
          <w:rFonts w:ascii="Verdana" w:hAnsi="Verdana"/>
          <w:color w:val="000000"/>
          <w:lang w:eastAsia="ru-RU"/>
        </w:rPr>
        <w:br/>
        <w:t>Любой секрет и страшную тайну,</w:t>
      </w:r>
      <w:r w:rsidRPr="003075F1">
        <w:rPr>
          <w:rFonts w:ascii="Verdana" w:hAnsi="Verdana"/>
          <w:color w:val="000000"/>
          <w:lang w:eastAsia="ru-RU"/>
        </w:rPr>
        <w:br/>
        <w:t>Я с тобой мама, всегда разделю!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10. Нет никого мне милее на свете,</w:t>
      </w:r>
      <w:r w:rsidRPr="003075F1">
        <w:rPr>
          <w:rFonts w:ascii="Verdana" w:hAnsi="Verdana"/>
          <w:color w:val="000000"/>
          <w:lang w:eastAsia="ru-RU"/>
        </w:rPr>
        <w:br/>
        <w:t>С тобой я могу обо всем поболтать,</w:t>
      </w:r>
      <w:r w:rsidRPr="003075F1">
        <w:rPr>
          <w:rFonts w:ascii="Verdana" w:hAnsi="Verdana"/>
          <w:color w:val="000000"/>
          <w:lang w:eastAsia="ru-RU"/>
        </w:rPr>
        <w:br/>
        <w:t>Моя дорогая, родная мамуля,</w:t>
      </w:r>
      <w:r w:rsidRPr="003075F1">
        <w:rPr>
          <w:rFonts w:ascii="Verdana" w:hAnsi="Verdana"/>
          <w:color w:val="000000"/>
          <w:lang w:eastAsia="ru-RU"/>
        </w:rPr>
        <w:br/>
        <w:t>Буду тебя от всех бед защищать!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(Можно раздать по две строчки)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  <w:t>Напоследок все вместе произносят:</w:t>
      </w:r>
      <w:r w:rsidRPr="003075F1">
        <w:rPr>
          <w:rFonts w:ascii="Verdana" w:hAnsi="Verdana"/>
          <w:color w:val="000000"/>
          <w:lang w:eastAsia="ru-RU"/>
        </w:rPr>
        <w:br/>
        <w:t>Мам сегодня поздравляем,</w:t>
      </w:r>
      <w:r w:rsidRPr="003075F1">
        <w:rPr>
          <w:rFonts w:ascii="Verdana" w:hAnsi="Verdana"/>
          <w:color w:val="000000"/>
          <w:lang w:eastAsia="ru-RU"/>
        </w:rPr>
        <w:br/>
        <w:t>Мы сегодня от души,</w:t>
      </w:r>
      <w:r w:rsidRPr="003075F1">
        <w:rPr>
          <w:rFonts w:ascii="Verdana" w:hAnsi="Verdana"/>
          <w:color w:val="000000"/>
          <w:lang w:eastAsia="ru-RU"/>
        </w:rPr>
        <w:br/>
        <w:t>Вас мы любим очень сильно,</w:t>
      </w:r>
      <w:r w:rsidRPr="003075F1">
        <w:rPr>
          <w:rFonts w:ascii="Verdana" w:hAnsi="Verdana"/>
          <w:color w:val="000000"/>
          <w:lang w:eastAsia="ru-RU"/>
        </w:rPr>
        <w:br/>
        <w:t>Мы ведь ваши малыши!</w:t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color w:val="000000"/>
          <w:lang w:eastAsia="ru-RU"/>
        </w:rPr>
        <w:br/>
      </w:r>
      <w:r w:rsidRPr="003075F1">
        <w:rPr>
          <w:rFonts w:ascii="Verdana" w:hAnsi="Verdana"/>
          <w:i/>
          <w:iCs/>
          <w:color w:val="999999"/>
          <w:lang w:eastAsia="ru-RU"/>
        </w:rPr>
        <w:t>(После</w:t>
      </w:r>
      <w:r>
        <w:rPr>
          <w:rFonts w:ascii="Verdana" w:hAnsi="Verdana"/>
          <w:i/>
          <w:iCs/>
          <w:color w:val="999999"/>
          <w:lang w:eastAsia="ru-RU"/>
        </w:rPr>
        <w:t xml:space="preserve"> этого вручают медальки и цветы</w:t>
      </w:r>
    </w:p>
    <w:p w:rsidR="00533156" w:rsidRPr="00197171" w:rsidRDefault="00533156">
      <w:pPr>
        <w:rPr>
          <w:lang w:val="en-US"/>
        </w:rPr>
      </w:pPr>
    </w:p>
    <w:p w:rsidR="00533156" w:rsidRDefault="005331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3"/>
      </w:tblGrid>
      <w:tr w:rsidR="00533156" w:rsidRPr="00030CE0" w:rsidTr="00030CE0">
        <w:tc>
          <w:tcPr>
            <w:tcW w:w="4672" w:type="dxa"/>
          </w:tcPr>
          <w:p w:rsidR="00533156" w:rsidRPr="00030CE0" w:rsidRDefault="00533156" w:rsidP="00030CE0">
            <w:pPr>
              <w:spacing w:after="0" w:line="240" w:lineRule="auto"/>
              <w:rPr>
                <w:rFonts w:ascii="Verdana" w:hAnsi="Verdana"/>
                <w:b/>
                <w:color w:val="000000"/>
                <w:lang w:eastAsia="ru-RU"/>
              </w:rPr>
            </w:pPr>
            <w:r w:rsidRPr="00030CE0">
              <w:rPr>
                <w:rFonts w:ascii="Verdana" w:hAnsi="Verdana"/>
                <w:b/>
                <w:color w:val="000000"/>
                <w:lang w:eastAsia="ru-RU"/>
              </w:rPr>
              <w:t>Здравствуйте, мамы</w:t>
            </w:r>
          </w:p>
          <w:p w:rsidR="00533156" w:rsidRPr="00030CE0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eastAsia="ru-RU"/>
              </w:rPr>
            </w:pPr>
            <w:r w:rsidRPr="00030CE0">
              <w:rPr>
                <w:rFonts w:ascii="Verdana" w:hAnsi="Verdana"/>
                <w:color w:val="000000"/>
                <w:lang w:eastAsia="ru-RU"/>
              </w:rPr>
              <w:t>Куплет: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Здравствуйте, здравствуйте, здравствуйте,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Мамочки наши, ура!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Будьте всегда лучезарными,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Будьте вы рядом всегда!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Припев: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Говорим спасибо мы, родные вам,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Ведь планета славится, добротою мам,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 вами мы летаем, мы едим и спим,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Вам за это мы «спасибо» говорим!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Куплет: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Слушайте, слушайте, слушайте!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Ведь песня сегодня для вас,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Всё самое чистое,лучшее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Согрето теплом ваших глаз</w:t>
            </w:r>
          </w:p>
          <w:p w:rsidR="00533156" w:rsidRPr="00030CE0" w:rsidRDefault="00533156" w:rsidP="00030CE0">
            <w:pPr>
              <w:spacing w:after="0" w:line="240" w:lineRule="auto"/>
            </w:pPr>
            <w:bookmarkStart w:id="0" w:name="_GoBack"/>
            <w:bookmarkEnd w:id="0"/>
            <w:r w:rsidRPr="00030CE0">
              <w:rPr>
                <w:rFonts w:ascii="Verdana" w:hAnsi="Verdana"/>
                <w:color w:val="000000"/>
                <w:lang w:eastAsia="ru-RU"/>
              </w:rPr>
              <w:t>Припев: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Знают взрослые и дети,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Что без мамы жить нельзя,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Мамы нас спасают,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Любят нас всегда!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</w:p>
        </w:tc>
        <w:tc>
          <w:tcPr>
            <w:tcW w:w="4673" w:type="dxa"/>
          </w:tcPr>
          <w:p w:rsidR="00533156" w:rsidRPr="00030CE0" w:rsidRDefault="00533156" w:rsidP="00030CE0">
            <w:pPr>
              <w:spacing w:after="0" w:line="240" w:lineRule="auto"/>
              <w:rPr>
                <w:rFonts w:ascii="Verdana" w:hAnsi="Verdana"/>
                <w:b/>
                <w:color w:val="000000"/>
                <w:lang w:eastAsia="ru-RU"/>
              </w:rPr>
            </w:pPr>
            <w:r w:rsidRPr="00030CE0">
              <w:rPr>
                <w:rFonts w:ascii="Verdana" w:hAnsi="Verdana"/>
                <w:b/>
                <w:color w:val="000000"/>
                <w:lang w:eastAsia="ru-RU"/>
              </w:rPr>
              <w:t>Здравствуйте, мамы</w:t>
            </w:r>
          </w:p>
          <w:p w:rsidR="00533156" w:rsidRPr="00030CE0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eastAsia="ru-RU"/>
              </w:rPr>
            </w:pPr>
            <w:r w:rsidRPr="00030CE0">
              <w:rPr>
                <w:rFonts w:ascii="Verdana" w:hAnsi="Verdana"/>
                <w:color w:val="000000"/>
                <w:lang w:eastAsia="ru-RU"/>
              </w:rPr>
              <w:t>Куплет: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Здравствуйте, здравствуйте, здравствуйте,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Мамочки наши, ура!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Будьте всегда лучезарными,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Будьте вы рядом всегда!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Припев: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Говорим спасибо мы, родные вам,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Ведь планета славится, добротою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rPr>
                <w:rFonts w:ascii="Verdana" w:hAnsi="Verdana"/>
                <w:color w:val="000000"/>
                <w:lang w:eastAsia="ru-RU"/>
              </w:rPr>
              <w:t>мам,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 вами мы летаем, мы едим и спим,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Вам за это мы «спасибо» говорим!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Куплет: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Слушайте, слушайте, слушайте!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Ведь песня сегодня для вас,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Всё самое чистое,лучшее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Согрето теплом ваших глаз!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Припев: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Знают взрослые и дети,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Что без мамы жить нельзя,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Мамы нас спасают,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Любят нас всегда!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</w:p>
        </w:tc>
      </w:tr>
      <w:tr w:rsidR="00533156" w:rsidRPr="00030CE0" w:rsidTr="00030CE0">
        <w:tc>
          <w:tcPr>
            <w:tcW w:w="4672" w:type="dxa"/>
          </w:tcPr>
          <w:p w:rsidR="00533156" w:rsidRPr="00030CE0" w:rsidRDefault="00533156" w:rsidP="00030CE0">
            <w:pPr>
              <w:spacing w:after="0" w:line="240" w:lineRule="auto"/>
              <w:rPr>
                <w:rFonts w:ascii="Verdana" w:hAnsi="Verdana"/>
                <w:b/>
                <w:color w:val="000000"/>
                <w:lang w:eastAsia="ru-RU"/>
              </w:rPr>
            </w:pPr>
            <w:r w:rsidRPr="00030CE0">
              <w:rPr>
                <w:rFonts w:ascii="Verdana" w:hAnsi="Verdana"/>
                <w:b/>
                <w:color w:val="000000"/>
                <w:lang w:eastAsia="ru-RU"/>
              </w:rPr>
              <w:t>Здравствуйте, мамы</w:t>
            </w:r>
          </w:p>
          <w:p w:rsidR="00533156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  <w:r w:rsidRPr="00030CE0">
              <w:rPr>
                <w:rFonts w:ascii="Verdana" w:hAnsi="Verdana"/>
                <w:color w:val="000000"/>
                <w:lang w:eastAsia="ru-RU"/>
              </w:rPr>
              <w:t>Куплет: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Здравствуйте, здравствуйте, здравствуйте,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Мамочки наши, ура!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Будьте всегда лучезарными,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Будьте вы рядом всегда!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Припев: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Говорим спасибо мы, родные вам,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Ведь планета славится, добротою мам,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 вами мы летаем, мы едим и спим,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Вам за это мы «спасибо» говорим!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Куплет: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Слушайте, слушайте, слушайте!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Ведь песня сегодня для вас,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Всё самое чистое,лучшее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Согрето теплом ваших глаз!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Припев: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</w:p>
          <w:p w:rsidR="00533156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</w:p>
          <w:p w:rsidR="00533156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</w:p>
          <w:p w:rsidR="00533156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</w:p>
          <w:p w:rsidR="00533156" w:rsidRPr="00197171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rPr>
                <w:rStyle w:val="v3"/>
                <w:rFonts w:ascii="Verdana" w:hAnsi="Verdana"/>
                <w:color w:val="3B33D6"/>
                <w:sz w:val="20"/>
                <w:szCs w:val="20"/>
                <w:shd w:val="clear" w:color="auto" w:fill="FFFFFF"/>
              </w:rPr>
              <w:t>Девочка 1</w:t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Дочке косу заплела,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Собрала мужу обед,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Тузику еды дала,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Сыну сделала омлет.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Дочку в школу провела,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Сына в садик отвела,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Мужу галстук подала,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Тузика я привела!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составила меню,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Уберу сейчас плиту,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сварю потом я суп,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Чтоб довольным был супруг.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После дочку заберу,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на танцы отведу,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 Тузиком вновь погуляю,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Вроде всюду успеваю!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Ах, еще же сын в саду,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Я в обед за ним пойду,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Ужином всех накормлю,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уроки поучу!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Сыну сказку я прочту,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Дочку крепко обниму,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Спать их всех я улажу,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Себе время уделю!</w:t>
            </w:r>
          </w:p>
        </w:tc>
        <w:tc>
          <w:tcPr>
            <w:tcW w:w="4673" w:type="dxa"/>
          </w:tcPr>
          <w:p w:rsidR="00533156" w:rsidRPr="00030CE0" w:rsidRDefault="00533156" w:rsidP="00030CE0">
            <w:pPr>
              <w:spacing w:after="0" w:line="240" w:lineRule="auto"/>
              <w:rPr>
                <w:rFonts w:ascii="Verdana" w:hAnsi="Verdana"/>
                <w:b/>
                <w:color w:val="000000"/>
                <w:lang w:eastAsia="ru-RU"/>
              </w:rPr>
            </w:pPr>
            <w:r w:rsidRPr="00030CE0">
              <w:rPr>
                <w:rFonts w:ascii="Verdana" w:hAnsi="Verdana"/>
                <w:b/>
                <w:color w:val="000000"/>
                <w:lang w:eastAsia="ru-RU"/>
              </w:rPr>
              <w:t>Здравствуйте, мамы</w:t>
            </w:r>
          </w:p>
          <w:p w:rsidR="00533156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  <w:r w:rsidRPr="00030CE0">
              <w:rPr>
                <w:rFonts w:ascii="Verdana" w:hAnsi="Verdana"/>
                <w:color w:val="000000"/>
                <w:lang w:eastAsia="ru-RU"/>
              </w:rPr>
              <w:t>Куплет: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Здравствуйте, здравствуйте, здравствуйте,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Мамочки наши, ура!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Будьте всегда лучезарными,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Будьте вы рядом всегда!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Припев: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Говорим спасибо мы, родные вам,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Ведь планета славится, добротою мам,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 вами мы летаем, мы едим и спим,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Вам за это мы «спасибо» говорим!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Куплет: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Слушайте, слушайте, слушайте!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Ведь песня сегодня для вас,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Всё самое чистое,лучшее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Согрето теплом ваших глаз!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  <w:t>Припев:</w:t>
            </w:r>
            <w:r w:rsidRPr="00030CE0">
              <w:rPr>
                <w:rFonts w:ascii="Verdana" w:hAnsi="Verdana"/>
                <w:color w:val="000000"/>
                <w:lang w:eastAsia="ru-RU"/>
              </w:rPr>
              <w:br/>
            </w:r>
          </w:p>
          <w:p w:rsidR="00533156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</w:p>
          <w:p w:rsidR="00533156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</w:p>
          <w:p w:rsidR="00533156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</w:p>
          <w:p w:rsidR="00533156" w:rsidRPr="00197171" w:rsidRDefault="00533156" w:rsidP="00030CE0">
            <w:pPr>
              <w:spacing w:after="0" w:line="240" w:lineRule="auto"/>
              <w:rPr>
                <w:rFonts w:ascii="Verdana" w:hAnsi="Verdana"/>
                <w:color w:val="000000"/>
                <w:lang w:val="en-US" w:eastAsia="ru-RU"/>
              </w:rPr>
            </w:pP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rPr>
                <w:rStyle w:val="v3"/>
                <w:rFonts w:ascii="Verdana" w:hAnsi="Verdana"/>
                <w:color w:val="3B33D6"/>
                <w:sz w:val="20"/>
                <w:szCs w:val="20"/>
                <w:shd w:val="clear" w:color="auto" w:fill="FFFFFF"/>
              </w:rPr>
              <w:t>Девочка 1</w:t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Дочке косу заплела,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Собрала мужу обед,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Тузику еды дала,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Сыну сделала омлет.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Дочку в школу провела,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Сына в садик отвела,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Мужу галстук подала,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Тузика я привела!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составила меню,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Уберу сейчас плиту,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сварю потом я суп,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Чтоб довольным был супруг.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После дочку заберу,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на танцы отведу,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 Тузиком вновь погуляю,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Вроде всюду успеваю!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Ах, еще же сын в саду,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Я в обед за ним пойду,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Ужином всех накормлю,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уроки поучу!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Сыну сказку я прочту,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Дочку крепко обниму,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Спать их всех я улажу,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Себе время уделю!</w:t>
            </w:r>
          </w:p>
        </w:tc>
      </w:tr>
      <w:tr w:rsidR="00533156" w:rsidRPr="00030CE0" w:rsidTr="00030CE0">
        <w:tc>
          <w:tcPr>
            <w:tcW w:w="4672" w:type="dxa"/>
          </w:tcPr>
          <w:p w:rsidR="00533156" w:rsidRPr="00030CE0" w:rsidRDefault="00533156" w:rsidP="00030CE0">
            <w:pPr>
              <w:spacing w:after="0" w:line="240" w:lineRule="auto"/>
              <w:rPr>
                <w:rFonts w:ascii="Verdana" w:hAnsi="Verdana"/>
                <w:b/>
                <w:color w:val="000000"/>
                <w:lang w:eastAsia="ru-RU"/>
              </w:rPr>
            </w:pPr>
            <w:r w:rsidRPr="00030CE0">
              <w:rPr>
                <w:rStyle w:val="v5"/>
                <w:rFonts w:ascii="Verdana" w:hAnsi="Verdana"/>
                <w:color w:val="FC1F8C"/>
                <w:sz w:val="20"/>
                <w:szCs w:val="20"/>
                <w:shd w:val="clear" w:color="auto" w:fill="FFFFFF"/>
              </w:rPr>
              <w:t>Девочка 3</w:t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Завтрак дочке собрала,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Ее в школу отвела,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на стрижку записалась,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купила платье я!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Фотографию свою,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Выгружу сейчас в Инсту,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Побегу на маникюр,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Красоту я наведу.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Дочку после заберу,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На английский отведу,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За помадой заскочу,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Туфли новые куплю!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Ужин, так уж быть, сварю,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Точней пиццу закажу,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семью я накормлю,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подруге позвоню.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Поболтаю с ней часок,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Дочке расскажу стишок,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Запишусь я на массаж,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И куплю себе корсаж,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Ванну пенную приму,</w:t>
            </w:r>
            <w:r w:rsidRPr="00030CE0"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30CE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Ой, устала, не могу!</w:t>
            </w:r>
          </w:p>
        </w:tc>
        <w:tc>
          <w:tcPr>
            <w:tcW w:w="4673" w:type="dxa"/>
          </w:tcPr>
          <w:p w:rsidR="00533156" w:rsidRPr="00030CE0" w:rsidRDefault="00533156" w:rsidP="00030CE0">
            <w:pPr>
              <w:spacing w:after="0" w:line="240" w:lineRule="auto"/>
              <w:rPr>
                <w:rFonts w:ascii="Verdana" w:hAnsi="Verdana"/>
                <w:b/>
                <w:color w:val="000000"/>
                <w:lang w:eastAsia="ru-RU"/>
              </w:rPr>
            </w:pPr>
          </w:p>
        </w:tc>
      </w:tr>
    </w:tbl>
    <w:p w:rsidR="00533156" w:rsidRDefault="00533156"/>
    <w:tbl>
      <w:tblPr>
        <w:tblpPr w:leftFromText="180" w:rightFromText="180" w:horzAnchor="margin" w:tblpY="-129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29"/>
        <w:gridCol w:w="2907"/>
      </w:tblGrid>
      <w:tr w:rsidR="00533156" w:rsidRPr="00030CE0" w:rsidTr="00030CE0">
        <w:trPr>
          <w:trHeight w:hRule="exact" w:val="4052"/>
        </w:trPr>
        <w:tc>
          <w:tcPr>
            <w:tcW w:w="4729" w:type="dxa"/>
          </w:tcPr>
          <w:p w:rsidR="00533156" w:rsidRPr="00030CE0" w:rsidRDefault="00533156" w:rsidP="00030CE0">
            <w:pPr>
              <w:spacing w:after="0" w:line="240" w:lineRule="auto"/>
            </w:pPr>
            <w:r w:rsidRPr="00030CE0">
              <w:t>Как важно знать, что рядом мама,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Поддержку чувствовать, тепло.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Ведь жизнь — она порой упряма,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Но с мамой нам всегда светло!</w:t>
            </w: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Нет ближе мамы и дороже,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Нас с детства мама бережет.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Пусть стали старше мы, но всё же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Сердечко мамино — оплот.</w:t>
            </w: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И в этот день всех мам планеты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Обнять хотим и пожелать: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Подольше вам встречать рассветы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И никогда не унывать!</w:t>
            </w:r>
          </w:p>
          <w:p w:rsidR="00533156" w:rsidRPr="00030CE0" w:rsidRDefault="00533156" w:rsidP="00030CE0">
            <w:pPr>
              <w:spacing w:after="0" w:line="240" w:lineRule="auto"/>
            </w:pPr>
            <w:r w:rsidRPr="00030CE0">
              <w:t>© http://pozdravok.ru/pozdravleniya/prazdniki/den-materi/</w:t>
            </w:r>
          </w:p>
          <w:p w:rsidR="00533156" w:rsidRPr="00030CE0" w:rsidRDefault="00533156" w:rsidP="00030CE0">
            <w:pPr>
              <w:spacing w:after="0" w:line="240" w:lineRule="auto"/>
            </w:pPr>
          </w:p>
        </w:tc>
        <w:tc>
          <w:tcPr>
            <w:tcW w:w="2907" w:type="dxa"/>
          </w:tcPr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  <w:p w:rsidR="00533156" w:rsidRPr="00030CE0" w:rsidRDefault="00533156" w:rsidP="00030CE0">
            <w:pPr>
              <w:spacing w:after="0" w:line="240" w:lineRule="auto"/>
            </w:pPr>
          </w:p>
        </w:tc>
      </w:tr>
    </w:tbl>
    <w:p w:rsidR="00533156" w:rsidRPr="00721E12" w:rsidRDefault="00533156" w:rsidP="00D55900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000000"/>
          <w:lang w:val="en-US" w:eastAsia="ru-RU"/>
        </w:rPr>
      </w:pPr>
    </w:p>
    <w:p w:rsidR="00533156" w:rsidRDefault="00533156" w:rsidP="00D55900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t>1. Моя дорогая, любимая мама,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Как же с тобой мне повезло,</w:t>
      </w:r>
    </w:p>
    <w:p w:rsidR="00533156" w:rsidRDefault="00533156" w:rsidP="00D55900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Самая лучшая, самая добрая,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Пусть у тебя будет все хорошо!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2. Бываю упрямым, бываю угрюмым,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За это меня ты прости,</w:t>
      </w:r>
    </w:p>
    <w:p w:rsidR="00533156" w:rsidRPr="00D55900" w:rsidRDefault="00533156" w:rsidP="00D55900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Ты самая лучшая мама на свете,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Мо</w:t>
      </w:r>
      <w:r w:rsidRPr="00D55900">
        <w:rPr>
          <w:rFonts w:ascii="Verdana" w:hAnsi="Verdana"/>
          <w:color w:val="000000"/>
          <w:sz w:val="32"/>
          <w:szCs w:val="32"/>
          <w:lang w:eastAsia="ru-RU"/>
        </w:rPr>
        <w:t>и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t xml:space="preserve"> поздрав</w:t>
      </w:r>
      <w:r w:rsidRPr="00D55900">
        <w:rPr>
          <w:rFonts w:ascii="Verdana" w:hAnsi="Verdana"/>
          <w:color w:val="000000"/>
          <w:sz w:val="32"/>
          <w:szCs w:val="32"/>
          <w:lang w:eastAsia="ru-RU"/>
        </w:rPr>
        <w:t>ленья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t> прими!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 xml:space="preserve">3. </w:t>
      </w:r>
    </w:p>
    <w:p w:rsidR="00533156" w:rsidRPr="00D55900" w:rsidRDefault="00533156" w:rsidP="00D55900">
      <w:pPr>
        <w:shd w:val="clear" w:color="auto" w:fill="FFFFFF"/>
        <w:spacing w:before="100" w:beforeAutospacing="1" w:after="100" w:afterAutospacing="1" w:line="312" w:lineRule="atLeast"/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t>Я буду такой же красивой как ты,</w:t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t>Ты воплощаешь мои все мечты</w:t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Я буду</w:t>
      </w:r>
      <w:r w:rsidRPr="00D55900">
        <w:rPr>
          <w:rFonts w:ascii="Verdana" w:hAnsi="Verdana"/>
          <w:color w:val="000000"/>
          <w:sz w:val="32"/>
          <w:szCs w:val="32"/>
          <w:lang w:eastAsia="ru-RU"/>
        </w:rPr>
        <w:t xml:space="preserve"> копией, только чуток подрасту,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Я тебя очень мамуля люблю!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4. Я твой защитник, твоя я опора,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И буду тебя всегда я ценить,</w:t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t>Ты моя мама, моя дорогая,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И тебя буду всегда я любить!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5. Ты мне готовишь вкусные завтраки,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Спросишь всегда как день</w:t>
      </w:r>
      <w:r w:rsidRPr="00D55900">
        <w:rPr>
          <w:rFonts w:ascii="Verdana" w:hAnsi="Verdana"/>
          <w:color w:val="000000"/>
          <w:sz w:val="32"/>
          <w:szCs w:val="32"/>
          <w:lang w:eastAsia="ru-RU"/>
        </w:rPr>
        <w:t>?К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t>ак дела</w:t>
      </w:r>
      <w:r w:rsidRPr="00D55900">
        <w:rPr>
          <w:rFonts w:ascii="Verdana" w:hAnsi="Verdana"/>
          <w:color w:val="000000"/>
          <w:sz w:val="32"/>
          <w:szCs w:val="32"/>
          <w:lang w:eastAsia="ru-RU"/>
        </w:rPr>
        <w:t>?</w:t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Учишь уроки со мной постоянно,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Я всей душой люблю мама тебя!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6. И если за день, ты очень устанешь,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Ты все равно время мне уделишь,</w:t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Книжку со мной ты всегда почитаешь,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Ведь я твой самый любимый малыш!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7. Мне повезло, что есть ты на свете,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И ты так сильно любишь меня,</w:t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И без тебя мне солнце не светит,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Я тоже люблю тебя мама моя!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8. Я твоей буду помощницей важной,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Буду готовить, убирать и стирать,</w:t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Ты научи меня только мамуля,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Буду с тобой я быт разделять!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9. Мы с тобой лучшие в мире подружки,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И нашей дружбой я дорожу,</w:t>
      </w:r>
    </w:p>
    <w:p w:rsidR="00533156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Любой секрет и страшную тайну,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Я с тобой мама, всегда разделю!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10. Нет никого мне милее на свете,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С тобой я могу обо всем поболтать,</w:t>
      </w:r>
    </w:p>
    <w:p w:rsidR="00533156" w:rsidRPr="00A62E49" w:rsidRDefault="00533156" w:rsidP="00D55900">
      <w:pPr>
        <w:rPr>
          <w:rFonts w:ascii="Verdana" w:hAnsi="Verdana"/>
          <w:color w:val="000000"/>
          <w:sz w:val="32"/>
          <w:szCs w:val="32"/>
          <w:lang w:eastAsia="ru-RU"/>
        </w:rPr>
      </w:pP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Моя дорогая, родная мамуля,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  <w:t>Буду тебя от всех бед защищать!</w:t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  <w:r w:rsidRPr="003075F1">
        <w:rPr>
          <w:rFonts w:ascii="Verdana" w:hAnsi="Verdana"/>
          <w:color w:val="000000"/>
          <w:sz w:val="32"/>
          <w:szCs w:val="32"/>
          <w:lang w:eastAsia="ru-RU"/>
        </w:rPr>
        <w:br/>
      </w:r>
    </w:p>
    <w:sectPr w:rsidR="00533156" w:rsidRPr="00A62E49" w:rsidSect="005A5392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156" w:rsidRDefault="00533156">
      <w:r>
        <w:separator/>
      </w:r>
    </w:p>
  </w:endnote>
  <w:endnote w:type="continuationSeparator" w:id="1">
    <w:p w:rsidR="00533156" w:rsidRDefault="00533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156" w:rsidRDefault="00533156" w:rsidP="001047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156" w:rsidRDefault="005331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156" w:rsidRDefault="00533156" w:rsidP="001047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533156" w:rsidRDefault="005331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156" w:rsidRDefault="00533156">
      <w:r>
        <w:separator/>
      </w:r>
    </w:p>
  </w:footnote>
  <w:footnote w:type="continuationSeparator" w:id="1">
    <w:p w:rsidR="00533156" w:rsidRDefault="005331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529"/>
    <w:rsid w:val="00030CE0"/>
    <w:rsid w:val="00081A18"/>
    <w:rsid w:val="001047C0"/>
    <w:rsid w:val="00146529"/>
    <w:rsid w:val="00177551"/>
    <w:rsid w:val="00197171"/>
    <w:rsid w:val="00262AAF"/>
    <w:rsid w:val="002F5EFB"/>
    <w:rsid w:val="003075F1"/>
    <w:rsid w:val="004A6733"/>
    <w:rsid w:val="004D1EFE"/>
    <w:rsid w:val="00533156"/>
    <w:rsid w:val="005A5392"/>
    <w:rsid w:val="006677CC"/>
    <w:rsid w:val="00721E12"/>
    <w:rsid w:val="00991802"/>
    <w:rsid w:val="00A62E49"/>
    <w:rsid w:val="00C55D31"/>
    <w:rsid w:val="00D55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90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75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3">
    <w:name w:val="v3"/>
    <w:basedOn w:val="DefaultParagraphFont"/>
    <w:uiPriority w:val="99"/>
    <w:rsid w:val="003075F1"/>
    <w:rPr>
      <w:rFonts w:cs="Times New Roman"/>
    </w:rPr>
  </w:style>
  <w:style w:type="character" w:customStyle="1" w:styleId="v4">
    <w:name w:val="v4"/>
    <w:basedOn w:val="DefaultParagraphFont"/>
    <w:uiPriority w:val="99"/>
    <w:rsid w:val="003075F1"/>
    <w:rPr>
      <w:rFonts w:cs="Times New Roman"/>
    </w:rPr>
  </w:style>
  <w:style w:type="character" w:customStyle="1" w:styleId="v5">
    <w:name w:val="v5"/>
    <w:basedOn w:val="DefaultParagraphFont"/>
    <w:uiPriority w:val="99"/>
    <w:rsid w:val="003075F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77C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6677C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9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9278">
          <w:marLeft w:val="-180"/>
          <w:marRight w:val="0"/>
          <w:marTop w:val="135"/>
          <w:marBottom w:val="225"/>
          <w:divBdr>
            <w:top w:val="none" w:sz="0" w:space="0" w:color="auto"/>
            <w:left w:val="single" w:sz="24" w:space="6" w:color="6DA3BD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12</Pages>
  <Words>1852</Words>
  <Characters>10562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Скуратова</dc:creator>
  <cp:keywords/>
  <dc:description/>
  <cp:lastModifiedBy>User</cp:lastModifiedBy>
  <cp:revision>5</cp:revision>
  <cp:lastPrinted>2017-11-26T18:25:00Z</cp:lastPrinted>
  <dcterms:created xsi:type="dcterms:W3CDTF">2017-11-21T16:58:00Z</dcterms:created>
  <dcterms:modified xsi:type="dcterms:W3CDTF">2017-12-11T16:06:00Z</dcterms:modified>
</cp:coreProperties>
</file>